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D3E0BB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F52F40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8E144E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9744C0" w:rsidRPr="00F52F40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8E144E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6A743604" w14:textId="2667575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8E144E">
        <w:rPr>
          <w:rFonts w:ascii="Corbel" w:hAnsi="Corbel"/>
          <w:sz w:val="20"/>
          <w:szCs w:val="20"/>
        </w:rPr>
        <w:t>2</w:t>
      </w:r>
      <w:r w:rsidR="008C7B12">
        <w:rPr>
          <w:rFonts w:ascii="Corbel" w:hAnsi="Corbel"/>
          <w:sz w:val="20"/>
          <w:szCs w:val="20"/>
        </w:rPr>
        <w:t>/202</w:t>
      </w:r>
      <w:r w:rsidR="008E144E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FiR/II/BiDF/C.3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7CE3" w14:textId="77777777" w:rsidR="00BD6ED8" w:rsidRDefault="00BD6ED8" w:rsidP="00C16ABF">
      <w:pPr>
        <w:spacing w:after="0" w:line="240" w:lineRule="auto"/>
      </w:pPr>
      <w:r>
        <w:separator/>
      </w:r>
    </w:p>
  </w:endnote>
  <w:endnote w:type="continuationSeparator" w:id="0">
    <w:p w14:paraId="6BFBB3B6" w14:textId="77777777" w:rsidR="00BD6ED8" w:rsidRDefault="00BD6E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17015" w14:textId="77777777" w:rsidR="00BD6ED8" w:rsidRDefault="00BD6ED8" w:rsidP="00C16ABF">
      <w:pPr>
        <w:spacing w:after="0" w:line="240" w:lineRule="auto"/>
      </w:pPr>
      <w:r>
        <w:separator/>
      </w:r>
    </w:p>
  </w:footnote>
  <w:footnote w:type="continuationSeparator" w:id="0">
    <w:p w14:paraId="615C7C33" w14:textId="77777777" w:rsidR="00BD6ED8" w:rsidRDefault="00BD6ED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144E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ED8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AAFE78-71CA-4FE6-9FE1-415234C1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27</cp:revision>
  <cp:lastPrinted>2019-02-06T12:12:00Z</cp:lastPrinted>
  <dcterms:created xsi:type="dcterms:W3CDTF">2020-10-14T08:35:00Z</dcterms:created>
  <dcterms:modified xsi:type="dcterms:W3CDTF">2021-11-04T08:31:00Z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